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59" w:rsidRDefault="00183459">
      <w:pPr>
        <w:jc w:val="center"/>
        <w:rPr>
          <w:b/>
          <w:bCs/>
        </w:rPr>
      </w:pPr>
    </w:p>
    <w:p w:rsidR="00183459" w:rsidRDefault="00183459"/>
    <w:p w:rsidR="00183459" w:rsidRDefault="00183459">
      <w:pPr>
        <w:ind w:left="2832" w:firstLine="708"/>
        <w:jc w:val="right"/>
      </w:pPr>
      <w:r>
        <w:t xml:space="preserve">Załącznik do rozporządzenia Rady Ministrów </w:t>
      </w:r>
    </w:p>
    <w:p w:rsidR="00183459" w:rsidRDefault="00183459">
      <w:pPr>
        <w:jc w:val="both"/>
      </w:pPr>
      <w:r>
        <w:t xml:space="preserve">                                                             </w:t>
      </w:r>
      <w:r>
        <w:tab/>
        <w:t xml:space="preserve">        z dnia 29 marca 2010 r. (poz. 311)</w:t>
      </w:r>
    </w:p>
    <w:p w:rsidR="00183459" w:rsidRDefault="00183459"/>
    <w:p w:rsidR="00183459" w:rsidRDefault="00183459"/>
    <w:p w:rsidR="00183459" w:rsidRDefault="00183459"/>
    <w:p w:rsidR="00183459" w:rsidRDefault="00183459">
      <w:pPr>
        <w:jc w:val="center"/>
        <w:rPr>
          <w:b/>
          <w:bCs/>
        </w:rPr>
      </w:pPr>
      <w:r>
        <w:rPr>
          <w:b/>
          <w:bCs/>
        </w:rPr>
        <w:t>Wzór</w:t>
      </w:r>
    </w:p>
    <w:p w:rsidR="00183459" w:rsidRDefault="00183459">
      <w:pPr>
        <w:jc w:val="center"/>
        <w:rPr>
          <w:b/>
          <w:bCs/>
        </w:rPr>
      </w:pPr>
    </w:p>
    <w:p w:rsidR="00183459" w:rsidRDefault="00183459">
      <w:pPr>
        <w:jc w:val="center"/>
        <w:rPr>
          <w:b/>
          <w:bCs/>
        </w:rPr>
      </w:pPr>
    </w:p>
    <w:p w:rsidR="00183459" w:rsidRDefault="00183459">
      <w:pPr>
        <w:jc w:val="center"/>
        <w:rPr>
          <w:b/>
          <w:bCs/>
        </w:rPr>
      </w:pPr>
      <w:r>
        <w:rPr>
          <w:b/>
          <w:bCs/>
        </w:rPr>
        <w:t>Formularz informacji przedstawianych przy ubieganiu się o pomoc de minimis</w:t>
      </w:r>
    </w:p>
    <w:p w:rsidR="00183459" w:rsidRDefault="00183459"/>
    <w:p w:rsidR="00183459" w:rsidRDefault="00183459"/>
    <w:p w:rsidR="00183459" w:rsidRDefault="00183459">
      <w:pPr>
        <w:jc w:val="both"/>
        <w:rPr>
          <w:b/>
          <w:bCs/>
        </w:rPr>
      </w:pPr>
      <w:r>
        <w:rPr>
          <w:b/>
          <w:bCs/>
        </w:rPr>
        <w:t>A. Informacje dotyczące wnioskodawcy</w:t>
      </w: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jc w:val="both"/>
      </w:pPr>
      <w:r>
        <w:t>1. Imię i nazwisko albo nazwa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/>
    <w:p w:rsidR="00183459" w:rsidRDefault="00183459"/>
    <w:p w:rsidR="00183459" w:rsidRDefault="00183459"/>
    <w:p w:rsidR="00183459" w:rsidRDefault="00183459">
      <w:pPr>
        <w:jc w:val="both"/>
      </w:pPr>
      <w:r>
        <w:t>2. Adres miejsca zamieszkania albo adres siedziby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/>
    <w:p w:rsidR="00183459" w:rsidRDefault="00183459"/>
    <w:p w:rsidR="00183459" w:rsidRDefault="00183459"/>
    <w:p w:rsidR="00183459" w:rsidRDefault="00183459">
      <w:pPr>
        <w:jc w:val="both"/>
        <w:rPr>
          <w:rFonts w:eastAsia="Univers-PL"/>
          <w:vertAlign w:val="superscript"/>
        </w:rPr>
      </w:pPr>
      <w:r>
        <w:t>3. Identyfikator gminy, w której wnioskodawca ma miejsce zamieszkania albo siedzibę</w:t>
      </w:r>
      <w:r>
        <w:rPr>
          <w:noProof/>
          <w:sz w:val="20"/>
          <w:szCs w:val="20"/>
          <w:vertAlign w:val="superscript"/>
        </w:rPr>
        <w:footnoteReference w:id="2"/>
      </w:r>
      <w:r>
        <w:rPr>
          <w:rFonts w:eastAsia="Univers-PL"/>
          <w:vertAlign w:val="superscript"/>
        </w:rPr>
        <w:t>)</w:t>
      </w:r>
    </w:p>
    <w:p w:rsidR="00183459" w:rsidRDefault="00183459">
      <w:pPr>
        <w:rPr>
          <w:rFonts w:eastAsia="Univers-PL"/>
        </w:rPr>
      </w:pPr>
      <w:r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183459" w:rsidRDefault="00183459"/>
    <w:p w:rsidR="00183459" w:rsidRDefault="00183459"/>
    <w:p w:rsidR="00183459" w:rsidRDefault="00183459">
      <w:r>
        <w:t>4. Numer identyfikacji podatkowej (NIP)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pPr>
        <w:jc w:val="both"/>
      </w:pPr>
      <w:r>
        <w:t>…………………………………………………………………………………………………...</w:t>
      </w:r>
    </w:p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/>
    <w:p w:rsidR="00183459" w:rsidRDefault="00183459">
      <w:r>
        <w:t>5.</w:t>
      </w:r>
    </w:p>
    <w:p w:rsidR="00183459" w:rsidRDefault="00183459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8567"/>
        <w:gridCol w:w="645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spacing w:before="240" w:after="240"/>
            </w:pPr>
            <w:r>
              <w:rPr>
                <w:b/>
                <w:bCs/>
              </w:rPr>
              <w:t>Forma prawna</w:t>
            </w:r>
            <w:r>
              <w:rPr>
                <w:b/>
                <w:bCs/>
                <w:vertAlign w:val="superscript"/>
              </w:rPr>
              <w:t>2)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>przedsiębiorstwo państwowe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>jednoosobowa spółka Skarbu Państwa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2039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  <w:jc w:val="both"/>
            </w:pPr>
            <w:r>
              <w:t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późn. zm.)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>inna forma prawna (podać jaka)</w:t>
            </w:r>
          </w:p>
          <w:p w:rsidR="00183459" w:rsidRDefault="00183459">
            <w:pPr>
              <w:spacing w:before="240" w:after="240"/>
            </w:pPr>
            <w:r>
              <w:t>…………………………………………………………………………………………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</w:tbl>
    <w:p w:rsidR="00183459" w:rsidRDefault="00183459">
      <w:pPr>
        <w:overflowPunct/>
        <w:autoSpaceDE w:val="0"/>
        <w:autoSpaceDN w:val="0"/>
      </w:pPr>
    </w:p>
    <w:p w:rsidR="00183459" w:rsidRDefault="00183459"/>
    <w:p w:rsidR="00183459" w:rsidRDefault="00183459">
      <w:r>
        <w:t>6.</w:t>
      </w:r>
    </w:p>
    <w:p w:rsidR="00183459" w:rsidRDefault="00183459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8567"/>
        <w:gridCol w:w="645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1756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spacing w:before="240" w:after="240"/>
              <w:jc w:val="both"/>
            </w:pPr>
            <w:r>
              <w:rPr>
                <w:b/>
                <w:bCs/>
              </w:rPr>
              <w:t>Wielkość wnioskodawcy, zgodnie z załącznikiem I do rozporządzenia Komisji (WE) nr 800/2008 z dnia 6 sierpnia 2008 r. uznającego niektóre rodzaje pomocy za zgodne ze wspólnym rynkiem w zastosowaniu art. 87 i 88 Traktatu (ogólnego rozporządzenia w sprawie wyłączeń blokowych) (Dz. Urz. UE L 214 z 9.08.2008, str. 3)#</w:t>
            </w:r>
            <w:r>
              <w:rPr>
                <w:noProof/>
                <w:sz w:val="20"/>
                <w:szCs w:val="20"/>
                <w:vertAlign w:val="superscript"/>
              </w:rPr>
              <w:t>)</w:t>
            </w:r>
            <w:r>
              <w:rPr>
                <w:noProof/>
                <w:sz w:val="20"/>
                <w:szCs w:val="20"/>
              </w:rPr>
              <w:t xml:space="preserve"> Zaznaczyć właściwą pozycję znakiem X.#</w:t>
            </w:r>
            <w:r>
              <w:rPr>
                <w:b/>
                <w:bCs/>
                <w:vertAlign w:val="superscript"/>
              </w:rPr>
              <w:t>)</w:t>
            </w:r>
            <w:r>
              <w:rPr>
                <w:b/>
                <w:bCs/>
              </w:rPr>
              <w:t>: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>1) mikroprzedsiębiorstwo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 xml:space="preserve">2) małe przedsiębiorstwo 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>3) średnie przedsiębiorstwo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8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spacing w:before="240" w:after="240"/>
            </w:pPr>
            <w:r>
              <w:t>4) przedsiębiorstwo inne niż wskazane w pkt 1-3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</w:tbl>
    <w:p w:rsidR="00183459" w:rsidRDefault="00183459">
      <w:pPr>
        <w:overflowPunct/>
        <w:autoSpaceDE w:val="0"/>
        <w:autoSpaceDN w:val="0"/>
      </w:pPr>
    </w:p>
    <w:p w:rsidR="00183459" w:rsidRDefault="00183459"/>
    <w:p w:rsidR="00183459" w:rsidRDefault="00183459">
      <w:pPr>
        <w:jc w:val="center"/>
      </w:pPr>
    </w:p>
    <w:p w:rsidR="00183459" w:rsidRDefault="00183459">
      <w:pPr>
        <w:jc w:val="both"/>
      </w:pPr>
      <w:r>
        <w:t>7. Klasa działalności, w związku z którą wnioskodawca ubiega się o pomoc de minimis, zgodnie z rozporządzeniem Rady Ministrów z dnia 24 grudnia 2007 r. w sprawie Polskiej Klasyfikacji Działalności (PKD) (Dz. U. Nr 251, poz. 1885, z późn. zm.)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>
      <w:r>
        <w:t>.......................................................................................................................................................</w:t>
      </w:r>
    </w:p>
    <w:p w:rsidR="00183459" w:rsidRDefault="00183459"/>
    <w:p w:rsidR="00183459" w:rsidRDefault="00183459">
      <w:r>
        <w:t>8. Data utworzenia</w:t>
      </w:r>
    </w:p>
    <w:p w:rsidR="00183459" w:rsidRDefault="00183459">
      <w:r>
        <w:t>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3459" w:rsidRDefault="00183459">
      <w:pPr>
        <w:jc w:val="both"/>
        <w:rPr>
          <w:b/>
          <w:bCs/>
        </w:rPr>
      </w:pPr>
    </w:p>
    <w:p w:rsidR="00183459" w:rsidRDefault="00183459">
      <w:pPr>
        <w:jc w:val="both"/>
        <w:rPr>
          <w:b/>
          <w:bCs/>
        </w:rPr>
      </w:pPr>
    </w:p>
    <w:p w:rsidR="00183459" w:rsidRDefault="00183459">
      <w:pPr>
        <w:jc w:val="both"/>
        <w:rPr>
          <w:b/>
          <w:bCs/>
        </w:rPr>
      </w:pPr>
    </w:p>
    <w:p w:rsidR="00183459" w:rsidRDefault="00183459">
      <w:pPr>
        <w:jc w:val="both"/>
        <w:rPr>
          <w:b/>
          <w:bCs/>
        </w:rPr>
      </w:pPr>
    </w:p>
    <w:p w:rsidR="00183459" w:rsidRDefault="00183459">
      <w:pPr>
        <w:jc w:val="both"/>
        <w:rPr>
          <w:b/>
          <w:bCs/>
        </w:rPr>
      </w:pPr>
    </w:p>
    <w:p w:rsidR="00183459" w:rsidRDefault="00183459">
      <w:pPr>
        <w:jc w:val="both"/>
        <w:rPr>
          <w:b/>
          <w:bCs/>
        </w:rPr>
      </w:pPr>
      <w:r>
        <w:rPr>
          <w:b/>
          <w:bCs/>
        </w:rPr>
        <w:t>B. Informacje dotyczące sytuacji ekonomicznej wnioskodawcy</w:t>
      </w:r>
    </w:p>
    <w:p w:rsidR="00183459" w:rsidRDefault="00183459">
      <w:pPr>
        <w:rPr>
          <w:b/>
          <w:bCs/>
        </w:rPr>
      </w:pP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9287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12100"/>
        </w:trPr>
        <w:tc>
          <w:tcPr>
            <w:tcW w:w="9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/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tabs>
                <w:tab w:val="left" w:pos="8995"/>
              </w:tabs>
              <w:ind w:left="120" w:right="-4"/>
            </w:pPr>
            <w:r>
              <w:rPr>
                <w:b/>
                <w:bCs/>
              </w:rPr>
              <w:t>1)</w:t>
            </w:r>
            <w:r>
              <w:t xml:space="preserve"> Czy, w przypadku spółki akcyjnej, spółki z ograniczoną odpowiedzialnością oraz  spółki komandytowo-akcyjnej, wysokość niepokrytych strat</w:t>
            </w:r>
          </w:p>
          <w:p w:rsidR="00183459" w:rsidRDefault="00183459"/>
          <w:p w:rsidR="00183459" w:rsidRDefault="00183459">
            <w:r>
              <w:t>nie dotyczy</w:t>
            </w:r>
          </w:p>
          <w:p w:rsidR="00183459" w:rsidRDefault="00183459"/>
          <w:p w:rsidR="00183459" w:rsidRDefault="00183459">
            <w:pPr>
              <w:tabs>
                <w:tab w:val="left" w:pos="8995"/>
              </w:tabs>
              <w:ind w:right="-4"/>
            </w:pPr>
            <w:r>
              <w:t xml:space="preserve">   przewyższa 50 % wysokości kapitału </w:t>
            </w:r>
          </w:p>
          <w:p w:rsidR="00183459" w:rsidRDefault="00183459">
            <w:pPr>
              <w:tabs>
                <w:tab w:val="left" w:pos="8995"/>
              </w:tabs>
              <w:ind w:right="-4"/>
            </w:pPr>
            <w:r>
              <w:t xml:space="preserve">   zarejestrowanego#</w:t>
            </w:r>
            <w:r>
              <w:rPr>
                <w:noProof/>
                <w:sz w:val="20"/>
                <w:szCs w:val="20"/>
                <w:vertAlign w:val="superscript"/>
              </w:rPr>
              <w:t>)</w:t>
            </w:r>
            <w:r>
              <w:rPr>
                <w:noProof/>
                <w:sz w:val="20"/>
                <w:szCs w:val="20"/>
              </w:rPr>
              <w:t xml:space="preserve"> Wysokość strat należy obliczać w odniesieniu do sumy wysokości kapitałów: zakładowego, zapasowego, rezerwowego oraz kapitału z aktualizacji wyceny.#</w:t>
            </w:r>
            <w:r>
              <w:rPr>
                <w:vertAlign w:val="superscript"/>
              </w:rPr>
              <w:t>)</w:t>
            </w:r>
            <w:r>
              <w:t xml:space="preserve">, w tym wysokość straty w ciągu </w:t>
            </w:r>
          </w:p>
          <w:p w:rsidR="00183459" w:rsidRDefault="00183459">
            <w:pPr>
              <w:tabs>
                <w:tab w:val="left" w:pos="8995"/>
              </w:tabs>
              <w:ind w:right="-4"/>
            </w:pPr>
            <w:r>
              <w:t xml:space="preserve">   ostatnich 12 miesięcy przewyższa 25 % wysokości tego kapitału?</w:t>
            </w:r>
          </w:p>
          <w:p w:rsidR="00183459" w:rsidRDefault="00183459"/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/>
          <w:p w:rsidR="00183459" w:rsidRDefault="00183459">
            <w:r>
              <w:t>nie dotyczy</w:t>
            </w:r>
          </w:p>
          <w:p w:rsidR="00183459" w:rsidRDefault="00183459"/>
          <w:p w:rsidR="00183459" w:rsidRDefault="00183459">
            <w:pPr>
              <w:ind w:left="180"/>
            </w:pPr>
            <w:r>
              <w:rPr>
                <w:b/>
                <w:bCs/>
              </w:rPr>
              <w:t>2)</w:t>
            </w:r>
            <w:r>
              <w:t xml:space="preserve"> Czy, w przypadku spółki jawnej, spółki komandytowej, spółki partnerskiej oraz spółki cywilnej, wysokość niepokrytych strat przewyższa 50 % wysokości</w:t>
            </w:r>
          </w:p>
          <w:p w:rsidR="00183459" w:rsidRDefault="00183459">
            <w:pPr>
              <w:ind w:left="180"/>
            </w:pPr>
            <w:r>
              <w:t xml:space="preserve">jej kapitału według ksiąg spółki, w tym wysokość straty </w:t>
            </w:r>
          </w:p>
          <w:p w:rsidR="00183459" w:rsidRDefault="00183459">
            <w:pPr>
              <w:tabs>
                <w:tab w:val="left" w:pos="8995"/>
              </w:tabs>
              <w:ind w:right="-4"/>
            </w:pPr>
            <w:r>
              <w:t xml:space="preserve">   w ciągu ostatnich 12 miesięcy przewyższa </w:t>
            </w:r>
          </w:p>
          <w:p w:rsidR="00183459" w:rsidRDefault="00183459">
            <w:pPr>
              <w:ind w:left="180"/>
            </w:pPr>
            <w:r>
              <w:t>25 % wysokości tego kapitału?</w:t>
            </w:r>
          </w:p>
          <w:p w:rsidR="00183459" w:rsidRDefault="00183459">
            <w:pPr>
              <w:ind w:left="180"/>
            </w:pP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180" w:hanging="180"/>
            </w:pPr>
            <w:r>
              <w:t xml:space="preserve">   </w:t>
            </w:r>
            <w:r>
              <w:rPr>
                <w:b/>
                <w:bCs/>
              </w:rPr>
              <w:t>3)</w:t>
            </w:r>
            <w:r>
              <w:t xml:space="preserve"> Czy wnioskodawca spełnia kryteria kwalifikujące go do objęcia postępowaniem upadłościowym? </w:t>
            </w:r>
          </w:p>
          <w:p w:rsidR="00183459" w:rsidRDefault="00183459">
            <w:pPr>
              <w:ind w:left="180" w:hanging="180"/>
            </w:pPr>
          </w:p>
          <w:p w:rsidR="00183459" w:rsidRDefault="00183459">
            <w:pPr>
              <w:ind w:left="180" w:hanging="180"/>
            </w:pPr>
            <w:r>
              <w:t xml:space="preserve">   </w:t>
            </w:r>
            <w:r>
              <w:rPr>
                <w:b/>
                <w:bCs/>
              </w:rPr>
              <w:t>4)</w:t>
            </w:r>
            <w:r>
              <w:t xml:space="preserve"> Czy wnioskodawca spełnia kryteria kwalifikujące go do 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r>
              <w:t xml:space="preserve">   objęcia postępowaniem naprawczym#</w:t>
            </w:r>
            <w:r>
              <w:rPr>
                <w:noProof/>
                <w:sz w:val="20"/>
                <w:szCs w:val="20"/>
                <w:vertAlign w:val="superscript"/>
              </w:rPr>
              <w:t>)</w:t>
            </w:r>
            <w:r>
              <w:rPr>
                <w:noProof/>
                <w:sz w:val="20"/>
                <w:szCs w:val="20"/>
              </w:rPr>
              <w:t xml:space="preserve"> W rozumieniu ustawy z dnia 28 lutego 2003 r. </w:t>
            </w:r>
            <w:r>
              <w:rPr>
                <w:sz w:val="20"/>
                <w:szCs w:val="20"/>
              </w:rPr>
              <w:t>–</w:t>
            </w:r>
            <w:r>
              <w:rPr>
                <w:noProof/>
                <w:sz w:val="20"/>
                <w:szCs w:val="20"/>
              </w:rPr>
              <w:t xml:space="preserve"> Prawo upadłościowe i naprawcze (Dz. U. z 2009 r. Nr 175, poz. 1361, z późn. zm.).#</w:t>
            </w:r>
            <w:r>
              <w:rPr>
                <w:vertAlign w:val="superscript"/>
              </w:rPr>
              <w:t>)</w:t>
            </w:r>
            <w:r>
              <w:t>?</w:t>
            </w:r>
          </w:p>
          <w:p w:rsidR="00183459" w:rsidRDefault="00183459"/>
          <w:p w:rsidR="00183459" w:rsidRDefault="00183459">
            <w:pPr>
              <w:spacing w:after="240"/>
              <w:ind w:left="180"/>
            </w:pPr>
            <w:r>
              <w:rPr>
                <w:b/>
                <w:bCs/>
              </w:rPr>
              <w:t>5)</w:t>
            </w:r>
            <w:r>
              <w:t xml:space="preserve"> W przypadku zaznaczenia odpowiedzi innych niż twierdzące w pkt 1-4, należy dodatkowo określić, czy w odniesieniu do okresu ostatnich 3 lat poprzedzających dzień wystąpienia z wnioskiem o udzielenie pomocy de minimis: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line="360" w:lineRule="auto"/>
              <w:ind w:left="181" w:hanging="181"/>
            </w:pPr>
            <w:r>
              <w:t xml:space="preserve">     a) wnioskodawca odnotowuje rosnące straty? </w:t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line="360" w:lineRule="auto"/>
              <w:ind w:left="181" w:hanging="181"/>
            </w:pPr>
            <w:r>
              <w:t xml:space="preserve">     b) obroty wnioskodawcy maleją?</w:t>
            </w:r>
            <w:r>
              <w:tab/>
            </w:r>
            <w:r>
              <w:tab/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after="240"/>
              <w:ind w:left="181" w:hanging="181"/>
            </w:pPr>
            <w:r>
              <w:t xml:space="preserve">     c) zwiększeniu ulegają zapasy wnioskodawcy lub niewykorzystany potencjał do świadczenia usług?</w:t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after="240"/>
              <w:ind w:left="539" w:hanging="539"/>
            </w:pPr>
            <w:r>
              <w:t xml:space="preserve">     d) wnioskodawca ma nadwyżki produkcji#</w:t>
            </w:r>
            <w:r>
              <w:rPr>
                <w:noProof/>
                <w:sz w:val="20"/>
                <w:szCs w:val="20"/>
                <w:vertAlign w:val="superscript"/>
              </w:rPr>
              <w:t>)</w:t>
            </w:r>
            <w:r>
              <w:rPr>
                <w:noProof/>
                <w:sz w:val="20"/>
                <w:szCs w:val="20"/>
              </w:rPr>
              <w:t xml:space="preserve"> Dotyczy wyłącznie producentów.#</w:t>
            </w:r>
            <w:r>
              <w:rPr>
                <w:vertAlign w:val="superscript"/>
              </w:rPr>
              <w:t>)</w:t>
            </w:r>
            <w:r>
              <w:t>?</w:t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before="240" w:line="360" w:lineRule="auto"/>
            </w:pPr>
            <w:r>
              <w:t xml:space="preserve">     e) zmniejsza się przepływ środków finansowych?</w:t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line="360" w:lineRule="auto"/>
            </w:pPr>
            <w:r>
              <w:t xml:space="preserve">     f) zwiększa się suma zadłużenia wnioskodawcy?</w:t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line="360" w:lineRule="auto"/>
            </w:pPr>
            <w:r>
              <w:t xml:space="preserve">     g) rosną kwoty odsetek od zobowiązań wnioskodawcy?</w:t>
            </w:r>
          </w:p>
          <w:p w:rsidR="00183459" w:rsidRDefault="00183459">
            <w:r>
              <w:t xml:space="preserve">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r>
              <w:t xml:space="preserve">     h) wartość aktywów netto wnioskodawcy zmniejsza się </w:t>
            </w:r>
          </w:p>
          <w:p w:rsidR="00183459" w:rsidRDefault="00183459">
            <w:pPr>
              <w:spacing w:after="240"/>
              <w:ind w:left="539" w:hanging="539"/>
            </w:pPr>
            <w:r>
              <w:t xml:space="preserve">         lub jest zerowa?</w:t>
            </w:r>
          </w:p>
          <w:p w:rsidR="00183459" w:rsidRDefault="00183459">
            <w:pPr>
              <w:tabs>
                <w:tab w:val="left" w:pos="540"/>
              </w:tabs>
              <w:ind w:left="540" w:hanging="240"/>
            </w:pPr>
            <w:r>
              <w:t xml:space="preserve">zaistniały inne okoliczności (podać jakie) wskazujące </w:t>
            </w:r>
          </w:p>
          <w:p w:rsidR="00183459" w:rsidRDefault="00183459">
            <w:r>
              <w:t xml:space="preserve">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300"/>
            </w:pPr>
            <w:r>
              <w:t xml:space="preserve">      na trudności w zakresie płynności finansowej?</w:t>
            </w:r>
          </w:p>
          <w:p w:rsidR="00183459" w:rsidRDefault="00183459">
            <w:pPr>
              <w:ind w:left="300"/>
            </w:pPr>
            <w:r>
              <w:t>…………………………………………………………………………………………....</w:t>
            </w:r>
          </w:p>
          <w:p w:rsidR="00183459" w:rsidRDefault="00183459">
            <w:r>
              <w:t>……………………………………………………………………………………………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8972"/>
        </w:trPr>
        <w:tc>
          <w:tcPr>
            <w:tcW w:w="9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ind w:left="181"/>
              <w:rPr>
                <w:b/>
                <w:bCs/>
              </w:rPr>
            </w:pPr>
          </w:p>
          <w:p w:rsidR="00183459" w:rsidRDefault="00183459">
            <w:pPr>
              <w:ind w:left="181"/>
            </w:pPr>
            <w:r>
              <w:rPr>
                <w:b/>
                <w:bCs/>
              </w:rPr>
              <w:t>6)</w:t>
            </w:r>
            <w:r>
              <w:t xml:space="preserve"> Czy pomimo wystąpienia okoliczności wymienionych </w:t>
            </w:r>
          </w:p>
          <w:p w:rsidR="00183459" w:rsidRDefault="00183459">
            <w:r>
              <w:t xml:space="preserve">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180"/>
            </w:pPr>
            <w:r>
              <w:t xml:space="preserve">w pkt 5, wnioskodawca jest w stanie odzyskać płynność finansową? </w:t>
            </w:r>
          </w:p>
          <w:p w:rsidR="00183459" w:rsidRDefault="00183459">
            <w:pPr>
              <w:spacing w:before="240"/>
              <w:ind w:left="181"/>
            </w:pPr>
            <w:r>
              <w:t xml:space="preserve">      Jeśli tak, to w jaki sposób?</w:t>
            </w:r>
          </w:p>
          <w:p w:rsidR="00183459" w:rsidRDefault="00183459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183459" w:rsidRDefault="00183459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183459" w:rsidRDefault="00183459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183459" w:rsidRDefault="00183459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183459" w:rsidRDefault="00183459">
            <w:pPr>
              <w:ind w:left="540"/>
            </w:pPr>
          </w:p>
          <w:p w:rsidR="00183459" w:rsidRDefault="00183459">
            <w:pPr>
              <w:ind w:left="180"/>
              <w:rPr>
                <w:color w:val="FF0000"/>
              </w:rPr>
            </w:pPr>
            <w:r>
              <w:rPr>
                <w:b/>
                <w:bCs/>
              </w:rPr>
              <w:t>7)</w:t>
            </w:r>
            <w:r>
              <w:t xml:space="preserve"> Czy wnioskodawca należy do grupy kapitałowej?</w:t>
            </w:r>
          </w:p>
          <w:p w:rsidR="00183459" w:rsidRDefault="00183459">
            <w:r>
              <w:t xml:space="preserve">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/>
          <w:p w:rsidR="00183459" w:rsidRDefault="00183459">
            <w:pPr>
              <w:spacing w:after="240"/>
              <w:ind w:left="360"/>
            </w:pPr>
            <w:r>
              <w:t>W przypadku zaznaczenia odpowiedzi twierdzącej, należy dodatkowo wskazać:</w:t>
            </w:r>
          </w:p>
          <w:p w:rsidR="00183459" w:rsidRDefault="00183459">
            <w:pPr>
              <w:ind w:left="357"/>
            </w:pPr>
          </w:p>
          <w:p w:rsidR="00183459" w:rsidRDefault="00183459">
            <w:pPr>
              <w:ind w:firstLine="360"/>
            </w:pPr>
            <w:r>
              <w:t>a) czy trudności wnioskodawcy mają charakter</w:t>
            </w:r>
          </w:p>
          <w:p w:rsidR="00183459" w:rsidRDefault="00183459">
            <w:r>
              <w:t xml:space="preserve">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after="240"/>
              <w:ind w:left="360"/>
            </w:pPr>
            <w:r>
              <w:t>wewnętrzny?</w:t>
            </w:r>
          </w:p>
          <w:p w:rsidR="00183459" w:rsidRDefault="00183459">
            <w:pPr>
              <w:spacing w:line="360" w:lineRule="auto"/>
            </w:pPr>
            <w:r>
              <w:t xml:space="preserve">      </w:t>
            </w:r>
          </w:p>
          <w:p w:rsidR="00183459" w:rsidRDefault="00183459">
            <w:r>
              <w:t xml:space="preserve">                                                                                </w:t>
            </w:r>
          </w:p>
          <w:p w:rsidR="00183459" w:rsidRDefault="00183459">
            <w:r>
              <w:t xml:space="preserve">      b) czy na trudną sytuację wnioskodawcy miały wpływ </w:t>
            </w:r>
          </w:p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360"/>
            </w:pPr>
            <w:r>
              <w:t xml:space="preserve">decyzje podmiotu dominującego dotyczące alokacji </w:t>
            </w:r>
          </w:p>
          <w:p w:rsidR="00183459" w:rsidRDefault="00183459">
            <w:pPr>
              <w:ind w:left="360"/>
            </w:pPr>
            <w:r>
              <w:t>kosztów  w ramach grupy kapitałowej?</w:t>
            </w:r>
          </w:p>
          <w:p w:rsidR="00183459" w:rsidRDefault="00183459"/>
          <w:p w:rsidR="00183459" w:rsidRDefault="00183459">
            <w:r>
              <w:t>nie dotyczy</w:t>
            </w:r>
          </w:p>
          <w:p w:rsidR="00183459" w:rsidRDefault="00183459"/>
          <w:p w:rsidR="00183459" w:rsidRDefault="00183459">
            <w:pPr>
              <w:spacing w:after="240"/>
            </w:pPr>
          </w:p>
          <w:p w:rsidR="00183459" w:rsidRDefault="00183459">
            <w:pPr>
              <w:ind w:left="360" w:hanging="360"/>
            </w:pPr>
            <w:r>
              <w:t xml:space="preserve">    </w:t>
            </w:r>
          </w:p>
          <w:p w:rsidR="00183459" w:rsidRDefault="00183459"/>
          <w:p w:rsidR="00183459" w:rsidRDefault="00183459"/>
          <w:p w:rsidR="00183459" w:rsidRDefault="00183459">
            <w:r>
              <w:t xml:space="preserve">      </w:t>
            </w:r>
          </w:p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360"/>
            </w:pPr>
            <w:r>
              <w:t>c) czy trudności wnioskodawcy mogą być przezwyciężone przez grupę?</w:t>
            </w:r>
          </w:p>
          <w:p w:rsidR="00183459" w:rsidRDefault="00183459"/>
          <w:p w:rsidR="00183459" w:rsidRDefault="00183459">
            <w:r>
              <w:t>nie dotyczy</w:t>
            </w:r>
          </w:p>
          <w:p w:rsidR="00183459" w:rsidRDefault="00183459"/>
          <w:p w:rsidR="00183459" w:rsidRDefault="00183459"/>
          <w:p w:rsidR="00183459" w:rsidRDefault="00183459">
            <w:r>
              <w:t>nie dotyczy</w:t>
            </w:r>
          </w:p>
          <w:p w:rsidR="00183459" w:rsidRDefault="00183459"/>
          <w:p w:rsidR="00183459" w:rsidRDefault="00183459"/>
        </w:tc>
      </w:tr>
    </w:tbl>
    <w:p w:rsidR="00183459" w:rsidRDefault="00183459">
      <w:pPr>
        <w:overflowPunct/>
        <w:autoSpaceDE w:val="0"/>
        <w:autoSpaceDN w:val="0"/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rPr>
          <w:b/>
          <w:bCs/>
        </w:rPr>
      </w:pPr>
    </w:p>
    <w:p w:rsidR="00183459" w:rsidRDefault="00183459">
      <w:pPr>
        <w:jc w:val="both"/>
        <w:rPr>
          <w:b/>
          <w:bCs/>
        </w:rPr>
      </w:pPr>
      <w:r>
        <w:rPr>
          <w:b/>
          <w:bCs/>
        </w:rPr>
        <w:t>C. Informacje dotyczące prowadzonej działalności gospodarczej, w związku z którą wnioskodawca ubiega się o pomoc de minimis</w:t>
      </w:r>
    </w:p>
    <w:p w:rsidR="00183459" w:rsidRDefault="00183459">
      <w:pPr>
        <w:rPr>
          <w:b/>
          <w:bCs/>
        </w:rPr>
      </w:pP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9255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10284"/>
        </w:trPr>
        <w:tc>
          <w:tcPr>
            <w:tcW w:w="9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/>
          <w:p w:rsidR="00183459" w:rsidRDefault="00183459">
            <w:pPr>
              <w:spacing w:after="240"/>
            </w:pPr>
            <w:r>
              <w:t>Czy wnioskowana pomoc de minimis  dotyczy działalności: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after="240"/>
              <w:ind w:left="181" w:hanging="181"/>
            </w:pPr>
            <w:r>
              <w:rPr>
                <w:b/>
                <w:bCs/>
              </w:rPr>
              <w:t>1)</w:t>
            </w:r>
            <w:r>
              <w:t xml:space="preserve">  w sektorze rybołówstwa i akwakultury#</w:t>
            </w:r>
            <w:r>
              <w:rPr>
                <w:sz w:val="20"/>
                <w:szCs w:val="20"/>
                <w:vertAlign w:val="superscript"/>
              </w:rPr>
              <w:t>)</w:t>
            </w:r>
            <w:r>
              <w:rPr>
                <w:sz w:val="20"/>
                <w:szCs w:val="20"/>
              </w:rPr>
              <w:t xml:space="preserve"> Objętych rozporządzeniem Rady (WE) nr 104/2000 z dnia 17 grudnia 1999 r. w sprawie wspólnej organizacji rynków produktów rybołówstwa i akwakultury (Dz. Urz. WE L 17 z 21.01.2000, str. 22, z późn. zm.; Dz. Urz. UE Polskie wydanie specjalne rozdz. 4, t. 4, str. 198).#</w:t>
            </w:r>
            <w:r>
              <w:rPr>
                <w:vertAlign w:val="superscript"/>
              </w:rPr>
              <w:t>)</w:t>
            </w:r>
            <w:r>
              <w:t>?</w:t>
            </w:r>
          </w:p>
          <w:p w:rsidR="00183459" w:rsidRDefault="00183459">
            <w:pPr>
              <w:tabs>
                <w:tab w:val="left" w:pos="360"/>
              </w:tabs>
              <w:ind w:left="357" w:hanging="357"/>
            </w:pPr>
            <w:r>
              <w:t xml:space="preserve">w dziedzinie produkcji podstawowej produktów rolnych 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r>
              <w:t xml:space="preserve">wymienionych w załączniku I do Traktatu o </w:t>
            </w:r>
          </w:p>
          <w:p w:rsidR="00183459" w:rsidRDefault="00183459">
            <w:pPr>
              <w:spacing w:after="240"/>
            </w:pPr>
            <w:r>
              <w:t>funkcjonowaniu Unii Europejskiej?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tabs>
                <w:tab w:val="left" w:pos="360"/>
              </w:tabs>
            </w:pPr>
            <w:r>
              <w:t xml:space="preserve">w dziedzinie przetwarzania i wprowadzania do obrotu </w:t>
            </w:r>
          </w:p>
          <w:p w:rsidR="00183459" w:rsidRDefault="00183459">
            <w:r>
              <w:t xml:space="preserve">produktów rolnych wymienionych w załączniku I do </w:t>
            </w:r>
          </w:p>
          <w:p w:rsidR="00183459" w:rsidRDefault="00183459">
            <w:pPr>
              <w:ind w:left="360" w:hanging="360"/>
            </w:pPr>
            <w:r>
              <w:t>Traktatu o funkcjonowaniu Unii Europejskiej?</w:t>
            </w:r>
          </w:p>
          <w:p w:rsidR="00183459" w:rsidRDefault="00183459">
            <w:pPr>
              <w:ind w:left="180"/>
            </w:pP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after="240"/>
              <w:ind w:left="181" w:hanging="181"/>
            </w:pPr>
            <w:r>
              <w:rPr>
                <w:b/>
                <w:bCs/>
              </w:rPr>
              <w:t>4)</w:t>
            </w:r>
            <w:r>
              <w:t xml:space="preserve">   w sektorze węglowym#</w:t>
            </w:r>
            <w:r>
              <w:rPr>
                <w:sz w:val="20"/>
                <w:szCs w:val="20"/>
                <w:vertAlign w:val="superscript"/>
              </w:rPr>
              <w:t>)</w:t>
            </w:r>
            <w:r>
              <w:rPr>
                <w:sz w:val="20"/>
                <w:szCs w:val="20"/>
              </w:rPr>
              <w:t xml:space="preserve"> Zgodnie z definicją zawartą w rozporządzeniu Rady (WE) nr 1407/2002 z dnia 23 lipca 2002 r. w sprawie pomocy państwa dla przemysłu węglowego (Dz. Urz. WE L 205 z 2.08.2002, str. 1, z późn. zm.; Dz. Urz. UE Polskie wydanie specjalne rozdz. 8, t. 2, str. 170).#</w:t>
            </w:r>
            <w:r>
              <w:rPr>
                <w:vertAlign w:val="superscript"/>
              </w:rPr>
              <w:t>)</w:t>
            </w:r>
            <w:r>
              <w:t>?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spacing w:after="240"/>
            </w:pPr>
            <w:r>
              <w:rPr>
                <w:b/>
                <w:bCs/>
              </w:rPr>
              <w:t>5)</w:t>
            </w:r>
            <w:r>
              <w:t xml:space="preserve">   w sektorze transportu drogowego#</w:t>
            </w:r>
            <w:r>
              <w:rPr>
                <w:noProof/>
                <w:sz w:val="20"/>
                <w:szCs w:val="20"/>
                <w:vertAlign w:val="superscript"/>
              </w:rPr>
              <w:t>)</w:t>
            </w:r>
            <w:r>
              <w:rPr>
                <w:noProof/>
                <w:sz w:val="20"/>
                <w:szCs w:val="20"/>
              </w:rPr>
              <w:t xml:space="preserve"> W rozumieniu art. 4 pkt 1 i 2 ustawy z dnia 6 września 2001 r. o transporcie drogowym (Dz. U. z 2007 r. Nr 125, poz. 874, z późn. zm.).#</w:t>
            </w:r>
            <w:r>
              <w:rPr>
                <w:vertAlign w:val="superscript"/>
              </w:rPr>
              <w:t>)</w:t>
            </w:r>
            <w:r>
              <w:t>?, jeśli tak to:</w:t>
            </w:r>
          </w:p>
          <w:p w:rsidR="00183459" w:rsidRDefault="00183459">
            <w:pPr>
              <w:ind w:left="180" w:firstLine="180"/>
            </w:pPr>
            <w:r>
              <w:t xml:space="preserve">a) czy pomoc będzie przeznaczona na nabycie                      </w:t>
            </w:r>
          </w:p>
          <w:p w:rsidR="00183459" w:rsidRDefault="00183459">
            <w:pPr>
              <w:spacing w:after="240"/>
              <w:ind w:left="357" w:hanging="357"/>
            </w:pPr>
            <w:r>
              <w:t xml:space="preserve">      pojazdów wykorzystywanych do świadczenia usług w zakresie drogowego transportu towarowego?</w:t>
            </w:r>
          </w:p>
          <w:p w:rsidR="00183459" w:rsidRDefault="00183459">
            <w:pPr>
              <w:ind w:left="360" w:hanging="180"/>
            </w:pPr>
            <w:r>
              <w:t xml:space="preserve">   b) czy zapewniona jest rozdzielność rachunkowa 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360"/>
            </w:pPr>
            <w:r>
              <w:t xml:space="preserve">działalności prowadzonej w sektorze transportu </w:t>
            </w:r>
          </w:p>
          <w:p w:rsidR="00183459" w:rsidRDefault="00183459">
            <w:pPr>
              <w:ind w:left="540" w:hanging="180"/>
            </w:pPr>
            <w:r>
              <w:t xml:space="preserve">drogowego i pozostałej działalności gospodarczej </w:t>
            </w:r>
          </w:p>
          <w:p w:rsidR="00183459" w:rsidRDefault="00183459"/>
          <w:p w:rsidR="00183459" w:rsidRDefault="00183459">
            <w:r>
              <w:t>tak</w:t>
            </w:r>
          </w:p>
          <w:p w:rsidR="00183459" w:rsidRDefault="00183459"/>
          <w:p w:rsidR="00183459" w:rsidRDefault="00183459">
            <w:r>
              <w:t>nie</w:t>
            </w:r>
          </w:p>
          <w:p w:rsidR="00183459" w:rsidRDefault="00183459"/>
          <w:p w:rsidR="00183459" w:rsidRDefault="00183459">
            <w:pPr>
              <w:ind w:left="540" w:hanging="180"/>
            </w:pPr>
            <w:r>
              <w:t>prowadzonej przez  wnioskodawcę (w jaki sposób)?</w:t>
            </w:r>
          </w:p>
          <w:p w:rsidR="00183459" w:rsidRDefault="00183459">
            <w:pPr>
              <w:ind w:left="180"/>
            </w:pPr>
            <w:r>
              <w:t>………………………………………………………………………………………………</w:t>
            </w:r>
          </w:p>
          <w:p w:rsidR="00183459" w:rsidRDefault="00183459">
            <w:r>
              <w:t>………………………………………………………………………………………………</w:t>
            </w:r>
          </w:p>
        </w:tc>
      </w:tr>
    </w:tbl>
    <w:p w:rsidR="00183459" w:rsidRDefault="00183459">
      <w:pPr>
        <w:overflowPunct/>
        <w:autoSpaceDE w:val="0"/>
        <w:autoSpaceDN w:val="0"/>
        <w:rPr>
          <w:b/>
          <w:bCs/>
        </w:rPr>
      </w:pPr>
    </w:p>
    <w:p w:rsidR="00183459" w:rsidRDefault="00183459">
      <w:pPr>
        <w:jc w:val="both"/>
        <w:rPr>
          <w:b/>
          <w:bCs/>
          <w:vertAlign w:val="superscript"/>
        </w:rPr>
      </w:pPr>
      <w:r>
        <w:rPr>
          <w:b/>
          <w:bCs/>
        </w:rPr>
        <w:t>D. Informacje dotyczące pomocy otrzymanej w odniesieniu do tych samych kosztów kwalifikujących się do objęcia pomocą, na pokrycie których ma być przeznaczona pomoc de minimis</w:t>
      </w:r>
      <w:r>
        <w:rPr>
          <w:sz w:val="20"/>
          <w:szCs w:val="20"/>
          <w:vertAlign w:val="superscript"/>
        </w:rPr>
        <w:footnoteReference w:id="3"/>
      </w:r>
      <w:r>
        <w:rPr>
          <w:b/>
          <w:bCs/>
          <w:vertAlign w:val="superscript"/>
        </w:rPr>
        <w:t>)</w:t>
      </w:r>
    </w:p>
    <w:p w:rsidR="00183459" w:rsidRDefault="00183459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512"/>
        <w:gridCol w:w="1104"/>
        <w:gridCol w:w="1356"/>
        <w:gridCol w:w="1278"/>
        <w:gridCol w:w="1322"/>
        <w:gridCol w:w="735"/>
        <w:gridCol w:w="856"/>
        <w:gridCol w:w="776"/>
        <w:gridCol w:w="1438"/>
        <w:gridCol w:w="1246"/>
        <w:gridCol w:w="1388"/>
        <w:gridCol w:w="1194"/>
        <w:gridCol w:w="1665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Dzień udzielenia pomocy 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Podmiot udzielający pomocy 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ind w:left="71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Podstawa prawna udzielenia pomocy </w:t>
            </w: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tabs>
                <w:tab w:val="left" w:pos="1996"/>
              </w:tabs>
              <w:jc w:val="center"/>
            </w:pPr>
            <w:r>
              <w:rPr>
                <w:b/>
                <w:bCs/>
                <w:sz w:val="20"/>
                <w:szCs w:val="20"/>
              </w:rPr>
              <w:t>Numer programu pomocowego, pomocy indywidualnej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Forma pomocy </w:t>
            </w: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ind w:left="8" w:right="25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Wartość otrzymanej pomocy 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Przeznaczenie pomocy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informacje podstawowe</w:t>
            </w: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informacje szczegółowe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ind w:left="8"/>
              <w:jc w:val="center"/>
            </w:pPr>
            <w:r>
              <w:rPr>
                <w:b/>
                <w:bCs/>
                <w:sz w:val="20"/>
                <w:szCs w:val="20"/>
              </w:rPr>
              <w:t>nominalna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ind w:left="8"/>
              <w:jc w:val="center"/>
            </w:pPr>
            <w:r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3a</w:t>
            </w: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3b</w:t>
            </w: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3c</w:t>
            </w: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3d</w:t>
            </w: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3e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6a</w:t>
            </w: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6b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</w:tbl>
    <w:p w:rsidR="00183459" w:rsidRDefault="00183459">
      <w:pPr>
        <w:overflowPunct/>
        <w:autoSpaceDE w:val="0"/>
        <w:autoSpaceDN w:val="0"/>
      </w:pPr>
    </w:p>
    <w:p w:rsidR="00183459" w:rsidRDefault="00183459"/>
    <w:p w:rsidR="00183459" w:rsidRDefault="00183459">
      <w:pPr>
        <w:spacing w:after="240"/>
        <w:jc w:val="both"/>
      </w:pPr>
    </w:p>
    <w:p w:rsidR="00183459" w:rsidRDefault="00183459">
      <w:pPr>
        <w:spacing w:after="240"/>
        <w:jc w:val="both"/>
      </w:pPr>
    </w:p>
    <w:p w:rsidR="00183459" w:rsidRDefault="00183459">
      <w:pPr>
        <w:spacing w:after="240"/>
        <w:jc w:val="both"/>
      </w:pPr>
    </w:p>
    <w:p w:rsidR="00183459" w:rsidRDefault="00183459">
      <w:pPr>
        <w:spacing w:after="240"/>
        <w:jc w:val="both"/>
      </w:pPr>
    </w:p>
    <w:p w:rsidR="00183459" w:rsidRDefault="00183459">
      <w:pPr>
        <w:spacing w:after="240"/>
        <w:jc w:val="both"/>
      </w:pPr>
    </w:p>
    <w:p w:rsidR="00183459" w:rsidRDefault="00183459">
      <w:pPr>
        <w:spacing w:after="240"/>
        <w:jc w:val="both"/>
      </w:pPr>
    </w:p>
    <w:p w:rsidR="00183459" w:rsidRDefault="00183459">
      <w:pPr>
        <w:spacing w:after="240"/>
        <w:jc w:val="both"/>
      </w:pPr>
    </w:p>
    <w:p w:rsidR="00183459" w:rsidRDefault="00183459">
      <w:pPr>
        <w:spacing w:after="240"/>
        <w:ind w:left="360" w:hanging="360"/>
        <w:jc w:val="both"/>
      </w:pPr>
      <w:r>
        <w:t xml:space="preserve">      Jeżeli w tabeli wykazano otrzymaną pomoc inną niż pomoc de minimis, należy dodatkowo wypełnić pkt 1-8 poniżej: 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opis przedsięwzięcia:</w:t>
      </w:r>
    </w:p>
    <w:p w:rsidR="00183459" w:rsidRDefault="00183459">
      <w:pPr>
        <w:spacing w:after="240"/>
        <w:ind w:left="708"/>
        <w:jc w:val="both"/>
      </w:pPr>
      <w:r>
        <w:t>...........................................................................................................................................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koszty kwalifikujące się do objęcia pomocą w wartości nominalnej i zdyskontowanej oraz ich rodzaje:</w:t>
      </w:r>
    </w:p>
    <w:p w:rsidR="00183459" w:rsidRDefault="00183459">
      <w:pPr>
        <w:spacing w:after="240"/>
        <w:ind w:left="708"/>
        <w:jc w:val="both"/>
      </w:pPr>
      <w:r>
        <w:t>…………………………………………………………………………………………...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maksymalną dopuszczalną intensywność pomocy:</w:t>
      </w:r>
    </w:p>
    <w:p w:rsidR="00183459" w:rsidRDefault="00183459">
      <w:pPr>
        <w:spacing w:after="240"/>
        <w:ind w:left="708"/>
        <w:jc w:val="both"/>
      </w:pPr>
      <w:r>
        <w:t>…………………………………………………………………………………………...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intensywność pomocy już udzielonej w związku z kosztami, o których mowa w pkt 2:</w:t>
      </w:r>
    </w:p>
    <w:p w:rsidR="00183459" w:rsidRDefault="00183459">
      <w:pPr>
        <w:spacing w:after="240"/>
        <w:ind w:left="708"/>
        <w:jc w:val="both"/>
      </w:pPr>
      <w:r>
        <w:t>……………………………………………………………………………………….......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lokalizacja przedsięwzięcia:</w:t>
      </w:r>
    </w:p>
    <w:p w:rsidR="00183459" w:rsidRDefault="00183459">
      <w:pPr>
        <w:spacing w:after="240"/>
        <w:ind w:left="708"/>
        <w:jc w:val="both"/>
      </w:pPr>
      <w:r>
        <w:t>…………………………………………………………………………………………...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cele, które mają być osiągnięte w związku z realizacją przedsięwzięcia:</w:t>
      </w:r>
    </w:p>
    <w:p w:rsidR="00183459" w:rsidRDefault="00183459">
      <w:pPr>
        <w:spacing w:after="240"/>
        <w:ind w:left="708"/>
        <w:jc w:val="both"/>
      </w:pPr>
      <w:r>
        <w:t>…………………………………………………………………………………………...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etapy realizacji przedsięwzięcia:</w:t>
      </w:r>
    </w:p>
    <w:p w:rsidR="00183459" w:rsidRDefault="00183459">
      <w:pPr>
        <w:spacing w:after="240"/>
        <w:ind w:left="708"/>
        <w:jc w:val="both"/>
      </w:pPr>
      <w:r>
        <w:t>…………………………………………………………………………………………...</w:t>
      </w:r>
    </w:p>
    <w:p w:rsidR="00183459" w:rsidRDefault="00183459">
      <w:pPr>
        <w:tabs>
          <w:tab w:val="left" w:pos="720"/>
        </w:tabs>
        <w:spacing w:after="240"/>
        <w:ind w:left="720" w:hanging="360"/>
        <w:jc w:val="both"/>
      </w:pPr>
      <w:r>
        <w:t>data rozpoczęcia i zakończenia realizacji przedsięwzięcia:</w:t>
      </w:r>
    </w:p>
    <w:p w:rsidR="00183459" w:rsidRDefault="00183459">
      <w:pPr>
        <w:tabs>
          <w:tab w:val="left" w:pos="360"/>
        </w:tabs>
        <w:spacing w:line="360" w:lineRule="auto"/>
        <w:ind w:left="720"/>
        <w:jc w:val="both"/>
        <w:textAlignment w:val="top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:rsidR="00183459" w:rsidRDefault="00183459">
      <w:pPr>
        <w:tabs>
          <w:tab w:val="left" w:pos="360"/>
        </w:tabs>
        <w:spacing w:line="360" w:lineRule="auto"/>
        <w:jc w:val="both"/>
        <w:textAlignment w:val="top"/>
        <w:rPr>
          <w:sz w:val="22"/>
          <w:szCs w:val="22"/>
        </w:rPr>
      </w:pPr>
    </w:p>
    <w:p w:rsidR="00183459" w:rsidRDefault="00183459">
      <w:pPr>
        <w:tabs>
          <w:tab w:val="left" w:pos="360"/>
        </w:tabs>
        <w:spacing w:line="360" w:lineRule="auto"/>
        <w:jc w:val="both"/>
        <w:textAlignment w:val="top"/>
        <w:rPr>
          <w:sz w:val="22"/>
          <w:szCs w:val="22"/>
        </w:rPr>
      </w:pPr>
    </w:p>
    <w:p w:rsidR="00183459" w:rsidRDefault="00183459">
      <w:pPr>
        <w:tabs>
          <w:tab w:val="left" w:pos="360"/>
        </w:tabs>
        <w:spacing w:line="360" w:lineRule="auto"/>
        <w:jc w:val="both"/>
        <w:textAlignment w:val="top"/>
        <w:rPr>
          <w:sz w:val="22"/>
          <w:szCs w:val="22"/>
        </w:rPr>
      </w:pPr>
      <w:r>
        <w:rPr>
          <w:sz w:val="22"/>
          <w:szCs w:val="22"/>
        </w:rPr>
        <w:t>Dane osoby upoważnionej do przedstawienia informacji:</w:t>
      </w:r>
    </w:p>
    <w:p w:rsidR="00183459" w:rsidRDefault="00183459">
      <w:pPr>
        <w:spacing w:line="360" w:lineRule="auto"/>
        <w:rPr>
          <w:sz w:val="22"/>
          <w:szCs w:val="22"/>
        </w:rPr>
      </w:pPr>
    </w:p>
    <w:p w:rsidR="00183459" w:rsidRDefault="0018345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________________</w:t>
      </w:r>
      <w:r>
        <w:rPr>
          <w:sz w:val="22"/>
          <w:szCs w:val="22"/>
        </w:rPr>
        <w:tab/>
        <w:t>__________________</w:t>
      </w:r>
      <w:r>
        <w:rPr>
          <w:sz w:val="22"/>
          <w:szCs w:val="22"/>
        </w:rPr>
        <w:tab/>
        <w:t xml:space="preserve">    __________________</w:t>
      </w:r>
    </w:p>
    <w:p w:rsidR="00183459" w:rsidRDefault="0018345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imię i nazwisko             nr telefonu                          data i podpis </w:t>
      </w:r>
    </w:p>
    <w:p w:rsidR="00183459" w:rsidRDefault="00183459">
      <w:pPr>
        <w:spacing w:line="360" w:lineRule="auto"/>
        <w:ind w:firstLine="3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83459" w:rsidRDefault="0018345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_____________________</w:t>
      </w:r>
    </w:p>
    <w:p w:rsidR="00183459" w:rsidRDefault="00183459">
      <w:pPr>
        <w:rPr>
          <w:b/>
          <w:bCs/>
        </w:rPr>
      </w:pPr>
      <w:r>
        <w:rPr>
          <w:sz w:val="22"/>
          <w:szCs w:val="22"/>
        </w:rPr>
        <w:t>stanowisko służbowe</w:t>
      </w:r>
    </w:p>
    <w:p w:rsidR="00183459" w:rsidRDefault="00183459">
      <w:pPr>
        <w:ind w:left="5580"/>
        <w:jc w:val="both"/>
        <w:textAlignment w:val="top"/>
        <w:rPr>
          <w:b/>
          <w:bCs/>
        </w:rPr>
      </w:pPr>
      <w:r>
        <w:rPr>
          <w:b/>
          <w:bCs/>
        </w:rPr>
        <w:t>Załącznik do formularza informacji przedstawianych przy ubieganiu się o pomoc de minimis</w:t>
      </w:r>
    </w:p>
    <w:p w:rsidR="00183459" w:rsidRDefault="00183459">
      <w:pPr>
        <w:jc w:val="both"/>
        <w:textAlignment w:val="top"/>
      </w:pPr>
    </w:p>
    <w:p w:rsidR="00183459" w:rsidRDefault="00183459">
      <w:pPr>
        <w:jc w:val="both"/>
        <w:textAlignment w:val="top"/>
      </w:pPr>
    </w:p>
    <w:p w:rsidR="00183459" w:rsidRDefault="00183459">
      <w:pPr>
        <w:keepNext/>
        <w:jc w:val="center"/>
        <w:rPr>
          <w:b/>
          <w:bCs/>
        </w:rPr>
      </w:pPr>
      <w:r>
        <w:rPr>
          <w:b/>
          <w:bCs/>
        </w:rPr>
        <w:t>Instrukcja wypełnienia tabeli w części D formularza informacji przedstawianych przy ubieganiu się o pomoc de minimis</w:t>
      </w:r>
    </w:p>
    <w:p w:rsidR="00183459" w:rsidRDefault="00183459">
      <w:pPr>
        <w:jc w:val="both"/>
        <w:textAlignment w:val="top"/>
      </w:pPr>
    </w:p>
    <w:p w:rsidR="00183459" w:rsidRDefault="00183459">
      <w:pPr>
        <w:jc w:val="both"/>
        <w:textAlignment w:val="top"/>
      </w:pPr>
    </w:p>
    <w:p w:rsidR="00183459" w:rsidRDefault="00183459">
      <w:pPr>
        <w:spacing w:after="240"/>
        <w:ind w:firstLine="480"/>
        <w:jc w:val="both"/>
      </w:pPr>
      <w:r>
        <w:t>Należy podać informacje o dotychczas otrzymanej pomocy, w odniesieniu do tych samych kosztów kwalifikujących się do objęcia pomocą, na pokrycie których udzielana będzie pomoc de minimis. Na przykład, jeżeli podmiot ubiegający się o pomoc de minimis otrzymał w przeszłości pomoc w związku z realizacją inwestycji, należy wykazać jedynie pomoc przeznaczoną na te same koszty kwalifikujące się do objęcia pomocą, na pokrycie których ma być udzielona pomoc de minimis.</w:t>
      </w:r>
    </w:p>
    <w:p w:rsidR="00183459" w:rsidRDefault="00183459">
      <w:pPr>
        <w:spacing w:after="240"/>
        <w:ind w:left="282"/>
      </w:pPr>
    </w:p>
    <w:p w:rsidR="00183459" w:rsidRDefault="00183459">
      <w:pPr>
        <w:jc w:val="both"/>
        <w:textAlignment w:val="top"/>
        <w:rPr>
          <w:color w:val="000000"/>
        </w:rPr>
      </w:pPr>
      <w:r>
        <w:rPr>
          <w:b/>
          <w:bCs/>
          <w:color w:val="000000"/>
        </w:rPr>
        <w:t>1.</w:t>
      </w:r>
      <w:r>
        <w:rPr>
          <w:color w:val="000000"/>
        </w:rPr>
        <w:t> </w:t>
      </w:r>
      <w:r>
        <w:rPr>
          <w:color w:val="000000"/>
          <w:u w:val="single"/>
        </w:rPr>
        <w:t>Dzień udzielenia pomocy</w:t>
      </w:r>
      <w:r>
        <w:rPr>
          <w:color w:val="000000"/>
        </w:rPr>
        <w:t xml:space="preserve"> (kol. 1) – należy podać dzień udzielenia pomocy w rozumieniu art. 2 pkt 11 ustawy z dnia 30 kwietnia 2004 r. o postępowaniu w sprawach dotyczących pomocy publicznej.</w:t>
      </w: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jc w:val="both"/>
        <w:textAlignment w:val="top"/>
        <w:rPr>
          <w:color w:val="000000"/>
        </w:rPr>
      </w:pPr>
      <w:r>
        <w:rPr>
          <w:b/>
          <w:bCs/>
          <w:color w:val="000000"/>
        </w:rPr>
        <w:t>2. </w:t>
      </w:r>
      <w:r>
        <w:rPr>
          <w:color w:val="000000"/>
          <w:u w:val="single"/>
        </w:rPr>
        <w:t>Podmiot udzielający pomocy</w:t>
      </w:r>
      <w:r>
        <w:rPr>
          <w:color w:val="000000"/>
        </w:rPr>
        <w:t xml:space="preserve"> (kol. 2) –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</w: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rPr>
          <w:b/>
          <w:bCs/>
        </w:rPr>
      </w:pPr>
      <w:r>
        <w:rPr>
          <w:b/>
          <w:bCs/>
          <w:color w:val="000000"/>
        </w:rPr>
        <w:t>3. </w:t>
      </w:r>
      <w:r>
        <w:rPr>
          <w:color w:val="000000"/>
          <w:u w:val="single"/>
        </w:rPr>
        <w:t>Podstawa prawna udzielenia pomocy</w:t>
      </w:r>
      <w:r>
        <w:rPr>
          <w:color w:val="000000"/>
        </w:rPr>
        <w:t xml:space="preserve"> (kol. 3)</w:t>
      </w:r>
    </w:p>
    <w:p w:rsidR="00183459" w:rsidRDefault="00183459">
      <w:pPr>
        <w:rPr>
          <w:b/>
          <w:bCs/>
        </w:rPr>
      </w:pPr>
    </w:p>
    <w:p w:rsidR="00183459" w:rsidRDefault="00183459">
      <w:pPr>
        <w:jc w:val="both"/>
      </w:pPr>
      <w:r>
        <w:rPr>
          <w:b/>
          <w:bCs/>
        </w:rPr>
        <w:t>Uwaga:</w:t>
      </w:r>
      <w:r>
        <w:t xml:space="preserve"> istnieją następujące możliwości łączenia elementów tworzących podstawę prawną udzielenia pomocy, które należy wpisać w poszczególnych kolumnach tabeli w sposób przedstawiony poniżej.</w:t>
      </w:r>
    </w:p>
    <w:p w:rsidR="00183459" w:rsidRDefault="00183459"/>
    <w:p w:rsidR="00183459" w:rsidRDefault="00183459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060"/>
        <w:gridCol w:w="1682"/>
        <w:gridCol w:w="1488"/>
        <w:gridCol w:w="2062"/>
        <w:gridCol w:w="2066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2365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Podstawa prawna - informacje podstawowe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Podstawa prawna - informacje szczegółowe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3a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3b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3c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3d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jc w:val="center"/>
            </w:pPr>
            <w:r>
              <w:rPr>
                <w:b/>
                <w:bCs/>
              </w:rPr>
              <w:t>3e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048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ustawa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spacing w:before="240" w:line="360" w:lineRule="auto"/>
              <w:jc w:val="center"/>
            </w:pPr>
            <w:r>
              <w:t>przepis ustawy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-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-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jc w:val="center"/>
            </w:pPr>
            <w:r>
              <w:t>-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ustawa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przepis ustawy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akt wykonawczy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przepis aktu wykonawczego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jc w:val="center"/>
            </w:pPr>
            <w:r>
              <w:t>-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ustawa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przepis ustawy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akt wykonawczy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przepis aktu wykonawczego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jc w:val="center"/>
            </w:pPr>
            <w:r>
              <w:t>decyzja/uchwała/ umowa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ustawa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przepis ustawy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-</w:t>
            </w:r>
          </w:p>
        </w:tc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center"/>
            </w:pPr>
            <w:r>
              <w:t>-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jc w:val="center"/>
            </w:pPr>
            <w:r>
              <w:t>decyzja/uchwała/ umowa</w:t>
            </w:r>
          </w:p>
        </w:tc>
      </w:tr>
    </w:tbl>
    <w:p w:rsidR="00183459" w:rsidRDefault="00183459">
      <w:pPr>
        <w:overflowPunct/>
        <w:autoSpaceDE w:val="0"/>
        <w:autoSpaceDN w:val="0"/>
        <w:rPr>
          <w:color w:val="000000"/>
        </w:rPr>
      </w:pPr>
    </w:p>
    <w:p w:rsidR="00183459" w:rsidRDefault="00183459">
      <w:pPr>
        <w:ind w:firstLine="480"/>
        <w:jc w:val="both"/>
        <w:textAlignment w:val="top"/>
        <w:rPr>
          <w:color w:val="000000"/>
        </w:rPr>
      </w:pP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jc w:val="both"/>
      </w:pPr>
      <w:r>
        <w:rPr>
          <w:b/>
          <w:bCs/>
        </w:rPr>
        <w:t>Kol. 3a</w:t>
      </w:r>
      <w:r>
        <w:t xml:space="preserve"> - Podstawa prawna - informacje podstawowe - jeżeli pomoc została udzielona na podstawie ustawy należy podać w następującej kolejności: datę aktu i tytuł aktu oraz oznaczenie roku, numeru i pozycji Dziennika Ustaw, w którym akt został opublikowany.</w:t>
      </w:r>
    </w:p>
    <w:p w:rsidR="00183459" w:rsidRDefault="00183459">
      <w:pPr>
        <w:jc w:val="both"/>
      </w:pPr>
      <w:r>
        <w:rPr>
          <w:b/>
          <w:bCs/>
        </w:rPr>
        <w:t>Kol. 3b</w:t>
      </w:r>
      <w:r>
        <w:t xml:space="preserve"> - Podstawa prawna - informacje podstawowe - należy podać oznaczenie przepisu będącego podstawą udzielenia pomocy (w kolejności: artykuł ustawy, ustęp, punkt, litera, tiret).</w:t>
      </w:r>
    </w:p>
    <w:p w:rsidR="00183459" w:rsidRDefault="00183459">
      <w:pPr>
        <w:jc w:val="both"/>
      </w:pPr>
      <w:r>
        <w:rPr>
          <w:b/>
          <w:bCs/>
        </w:rPr>
        <w:t>Kol. 3c</w:t>
      </w:r>
      <w:r>
        <w:t xml:space="preserve"> - Podstawa prawna - informacje szczegółowe - jeżeli podstawą udzielenia pomocy był akt wykonawczy do ustawy, należy podać w następującej kolejności: nazwę organu wydającego akt, datę aktu i tytuł aktu oraz oznaczenie roku, numeru i pozycji Dziennika Ustaw, w którym akt został opublikowany.</w:t>
      </w:r>
    </w:p>
    <w:p w:rsidR="00183459" w:rsidRDefault="00183459">
      <w:pPr>
        <w:jc w:val="both"/>
      </w:pPr>
      <w:r>
        <w:rPr>
          <w:b/>
          <w:bCs/>
        </w:rPr>
        <w:t>Kol. 3d</w:t>
      </w:r>
      <w:r>
        <w:t xml:space="preserve"> - Podstawa prawna - informacje szczegółowe - należy podać oznaczenie przepisu aktu wykonawczego będącego podstawą udzielenia pomocy (w kolejności: paragraf, ustęp, punkt, litera, tiret).</w:t>
      </w:r>
    </w:p>
    <w:p w:rsidR="00183459" w:rsidRDefault="00183459">
      <w:pPr>
        <w:jc w:val="both"/>
      </w:pPr>
      <w:r>
        <w:rPr>
          <w:b/>
          <w:bCs/>
        </w:rPr>
        <w:t>Kol. 3e</w:t>
      </w:r>
      <w:r>
        <w:t xml:space="preserve"> - Podstawa prawna - informacje szczegółowe - jeżeli podstawą udzielenia pomocy była decyzja, uchwała lub umowa, należy podać symbol określający ten akt; w przypadku decyzji - numer decyzji, w przypadku uchwały - numer uchwały, w przypadku umowy – numer, przedmiot oraz strony umowy.</w:t>
      </w: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jc w:val="both"/>
        <w:textAlignment w:val="top"/>
        <w:rPr>
          <w:color w:val="000000"/>
        </w:rPr>
      </w:pPr>
      <w:r>
        <w:rPr>
          <w:b/>
          <w:bCs/>
          <w:color w:val="000000"/>
        </w:rPr>
        <w:t>4. </w:t>
      </w:r>
      <w:r>
        <w:rPr>
          <w:color w:val="000000"/>
          <w:u w:val="single"/>
        </w:rPr>
        <w:t>Numer programu pomocowego/pomocy indywidualnej</w:t>
      </w:r>
      <w:r>
        <w:rPr>
          <w:color w:val="000000"/>
        </w:rPr>
        <w:t xml:space="preserve"> (kol. 4) - w przypadku gdy pomoc publiczna była udzielona w ramach programu pomocowego, należy podać numer programu pomocowego nadany przez Komisję Europejską, a w przypadku pomocy indywidualnej należy podać numer pomocy indywidualnej nadany przez Komisję Europejską (numery programów pomocowych oraz pomocy indywidualnej zamieszczone są na stronie internetowej Urzędu Ochrony Konkurencji i Konsumentów). W przypadku pomocy de minimis kolumny nr 4 nie wypełnia się.</w:t>
      </w: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jc w:val="both"/>
        <w:textAlignment w:val="top"/>
        <w:rPr>
          <w:color w:val="000000"/>
        </w:rPr>
      </w:pPr>
      <w:r>
        <w:rPr>
          <w:b/>
          <w:bCs/>
          <w:color w:val="000000"/>
        </w:rPr>
        <w:t>5. </w:t>
      </w:r>
      <w:r>
        <w:rPr>
          <w:color w:val="000000"/>
          <w:u w:val="single"/>
        </w:rPr>
        <w:t>Forma pomocy</w:t>
      </w:r>
      <w:r>
        <w:rPr>
          <w:color w:val="000000"/>
        </w:rPr>
        <w:t xml:space="preserve"> (kol. 5) - należy podać formę otrzymanej pomocy (np. dotacja, refundacja, ulga podatkowa).</w:t>
      </w: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jc w:val="both"/>
        <w:textAlignment w:val="top"/>
        <w:rPr>
          <w:color w:val="000000"/>
        </w:rPr>
      </w:pPr>
      <w:r>
        <w:rPr>
          <w:b/>
          <w:bCs/>
          <w:color w:val="000000"/>
        </w:rPr>
        <w:t>6.</w:t>
      </w:r>
      <w:r>
        <w:rPr>
          <w:color w:val="000000"/>
        </w:rPr>
        <w:t> </w:t>
      </w:r>
      <w:r>
        <w:rPr>
          <w:color w:val="000000"/>
          <w:u w:val="single"/>
        </w:rPr>
        <w:t>Wartość otrzymanej pomocy</w:t>
      </w:r>
      <w:r>
        <w:rPr>
          <w:color w:val="000000"/>
        </w:rPr>
        <w:t xml:space="preserve"> (kol. 6) - należy podać: </w:t>
      </w:r>
    </w:p>
    <w:p w:rsidR="00183459" w:rsidRDefault="00183459">
      <w:pPr>
        <w:ind w:left="360" w:hanging="360"/>
        <w:jc w:val="both"/>
        <w:textAlignment w:val="top"/>
        <w:rPr>
          <w:color w:val="000000"/>
        </w:rPr>
      </w:pPr>
      <w:r>
        <w:rPr>
          <w:color w:val="000000"/>
        </w:rPr>
        <w:t xml:space="preserve">a) wartość nominalną pomocy </w:t>
      </w:r>
      <w:r>
        <w:t>(jako całkowitą wielkość środków finansowych będących podstawą do obliczania wielkości udzielonej pomocy, np. kwota udzielonej pożyczki lub kwota odroczonego podatku</w:t>
      </w:r>
      <w:r>
        <w:rPr>
          <w:color w:val="000000"/>
        </w:rPr>
        <w:t xml:space="preserve">) oraz </w:t>
      </w:r>
    </w:p>
    <w:p w:rsidR="00183459" w:rsidRDefault="00183459">
      <w:pPr>
        <w:ind w:left="360" w:hanging="360"/>
        <w:jc w:val="both"/>
        <w:textAlignment w:val="top"/>
        <w:rPr>
          <w:color w:val="000000"/>
        </w:rPr>
      </w:pPr>
      <w:r>
        <w:rPr>
          <w:color w:val="000000"/>
        </w:rPr>
        <w:t xml:space="preserve">b)  wartość brutto (jako ekwiwalent dotacji brutto obliczony </w:t>
      </w:r>
      <w:r>
        <w:t>zgodnie z rozporządzeniem Rady Ministrów z dnia 11 sierpnia 2004 r. w sprawie szczegółowego sposobu obliczania wartości pomocy publicznej udzielanej w różnych formach (Dz. U. Nr 194, poz. 1983, z późn. zm.))</w:t>
      </w:r>
      <w:r>
        <w:rPr>
          <w:color w:val="000000"/>
        </w:rPr>
        <w:t>.</w:t>
      </w:r>
    </w:p>
    <w:p w:rsidR="00183459" w:rsidRDefault="00183459">
      <w:pPr>
        <w:jc w:val="both"/>
        <w:textAlignment w:val="top"/>
        <w:rPr>
          <w:color w:val="000000"/>
        </w:rPr>
      </w:pPr>
    </w:p>
    <w:p w:rsidR="00183459" w:rsidRDefault="00183459">
      <w:pPr>
        <w:jc w:val="both"/>
        <w:textAlignment w:val="top"/>
        <w:rPr>
          <w:color w:val="000000"/>
        </w:rPr>
      </w:pPr>
      <w:r>
        <w:rPr>
          <w:b/>
          <w:bCs/>
          <w:color w:val="000000"/>
        </w:rPr>
        <w:t>7.</w:t>
      </w:r>
      <w:r>
        <w:rPr>
          <w:color w:val="000000"/>
        </w:rPr>
        <w:t> </w:t>
      </w:r>
      <w:r>
        <w:rPr>
          <w:color w:val="000000"/>
          <w:u w:val="single"/>
        </w:rPr>
        <w:t>Przeznaczenie pomocy</w:t>
      </w:r>
      <w:r>
        <w:rPr>
          <w:color w:val="000000"/>
        </w:rPr>
        <w:t xml:space="preserve"> (kol. 7) – należy podać kod wskazujący przeznaczenie otrzymanej pomocy według poniższej tabeli.</w:t>
      </w:r>
    </w:p>
    <w:p w:rsidR="00183459" w:rsidRDefault="00183459">
      <w:pPr>
        <w:jc w:val="both"/>
        <w:textAlignment w:val="top"/>
      </w:pP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7682"/>
        <w:gridCol w:w="654"/>
      </w:tblGrid>
      <w:tr w:rsidR="00183459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Wyszczególnienie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keepNext/>
              <w:spacing w:before="240"/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</w:rPr>
              <w:t>Kod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color w:val="000000"/>
              </w:rPr>
              <w:t>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A. POMOC HORYZONTALNA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na działalność badawczą, rozwojową i innowacyjną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projekty badawczo-rozwojowe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dla młodych innowacyjnych przedsiębiorstw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techniczne studia wykonalności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innowacje w obrębie procesów i innowacje organizacyjne w sektorze usług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usługi doradcze w zakresie innowacji i usługi wsparcia innowacji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a1.5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tymczasowe zatrudnienie wysoko wykwalifikowanego personelu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a1.6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klastry innowacyjne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a1.7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na pokrycie kosztów praw własności przemysłowej dla małych i średnich przedsiębiorstw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 xml:space="preserve">  a1.8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>Pomoc na ochronę środowiska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79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na szybkie przystosowanie małych i średnich przedsiębiorstw do przyszłych norm wspólnotowych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w obszarze ochrony środowiska na inwestycje zwiększające oszczędność energii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inwestycyjna w obszarze ochrony środowiska na układy kogeneracji o wysokiej sprawności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a2.5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inwestycyjna w obszarze ochrony środowiska na propagowanie energii ze źródeł odnawialnych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a2.6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>pomoc na badania środowiska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a2.7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>pomoc na ochronę środowiska w formie ulg podatkowych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 xml:space="preserve"> a2.8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>pomoc na efektywne energetycznie ciepłownictwo komunalne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 xml:space="preserve"> a2.9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 xml:space="preserve">pomoc na gospodarowanie odpadami 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 xml:space="preserve"> a2.10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>pomoc na rekultywację zanieczyszczonych terenów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 xml:space="preserve"> a2.11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>pomoc na relokację przedsiębiorstw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 xml:space="preserve"> a2.12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t>pomoc dotycząca programów handlu uprawnieniami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 xml:space="preserve"> a2.13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r>
              <w:rPr>
                <w:b/>
                <w:bCs/>
              </w:rPr>
              <w:t>Pomoc inwestycyjna i na zatrudnienie dla małych i średnich przedsiębiorstw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inwestycyjna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zatrudnienie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r>
              <w:rPr>
                <w:b/>
                <w:bCs/>
              </w:rPr>
              <w:t>Pomoc na usługi doradcze dla małych i średnich przedsiębiorstw oraz udział małych i średnich przedsiębiorstw w targach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usługi doradcze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a5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udział w targach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a6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r>
              <w:rPr>
                <w:b/>
                <w:bCs/>
                <w:color w:val="000000"/>
              </w:rPr>
              <w:t>Pomoc</w:t>
            </w:r>
            <w:r>
              <w:rPr>
                <w:b/>
                <w:bCs/>
              </w:rPr>
              <w:t xml:space="preserve"> na rzecz małych przedsiębiorstw nowo utworzonych przez kobiety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a24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r>
              <w:rPr>
                <w:b/>
                <w:bCs/>
                <w:color w:val="000000"/>
              </w:rPr>
              <w:t xml:space="preserve">Pomoc </w:t>
            </w:r>
            <w:r>
              <w:rPr>
                <w:b/>
                <w:bCs/>
              </w:rPr>
              <w:t>dla pracowników znajdujących się w szczególnie niekorzystnej sytuacji oraz pracowników niepełnosprawnych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w formie subsydiów płacowych na rekrutację pracowników znajdujących się w szczególnie niekorzystnej sytuacji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w formie subsydiów płacowych na zatrudnianie pracowników niepełnosprawnych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jc w:val="both"/>
            </w:pPr>
            <w:r>
              <w:t>pomoc na rekompensatę dodatkowych kosztów związanych z zatrudnianiem pracowników niepełnosprawnych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szkoleniowa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na ratowanie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a15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na restrukturyzację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a16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udzielana na naprawienie szkód wyrządzonych przez klęski żywiołowe lub inne nadzwyczajne zdarzenia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a17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udzielana na zapobieżenie lub likwidację poważnych zakłóceń w gospodarce o charakterze ponadsektorowym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a18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a19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</w:rPr>
              <w:t>Pomoc na wspieranie kultury i zachowanie dziedzictwa kulturowego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a20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o charakterze socjalnym dla indywidualnych konsumentów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a21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w formie kapitału podwyższonego ryzyka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a22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a23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B. POMOC REGIONALNA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inwestycyjna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b1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zatrudnienie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b2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regionalna pomoc inwestycyjna na duże projekty inwestycyjne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b3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operacyjna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b4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dla nowo utworzonych małych przedsiębiorstw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b5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C. INNE PRZEZNACZENIE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stanowiąca rekompensatę za realizację usług świadczonych w ogólnym interesie gospodarczym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c5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color w:val="000000"/>
              </w:rPr>
              <w:t>pomoc de minimis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e1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D. POMOC W SEKTORACH - przeznaczenia szczególne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>SEKTOR GÓRNICTWA WĘGLA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pokrycie kosztów nadzwyczajnych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d3.1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pokrycie kosztów produkcji bieżącej dla jednostek objętych planem likwidacji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d3.2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pokrycie kosztów produkcji bieżącej dla jednostek objętych planem dostępu do zasobów węgla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d3.3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inwestycje początkowe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d3.4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>SEKTOR TRANSPORTU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>ŻEGLUGA MORSKA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inwestycyjna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d4.1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poprawę konkurencyjności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d4.2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repatriację marynarzy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d4.3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wsparcie żeglugi bliskiego zasięgu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d4.4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LOTNICTWO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budowę infrastruktury portu lotniczego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d5.1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usługi portu lotniczego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d5.2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dla przewoźników na rozpoczęcie działalności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d5.3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>SEKTOR KOLEJOWY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regionalna w celu zakupu lub modernizacji taboru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d6.1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color w:val="000000"/>
              </w:rPr>
              <w:t>pomoc w celu anulowania długów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d6.2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color w:val="000000"/>
              </w:rPr>
              <w:t>pomoc na koordynację transportu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d6.3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textAlignment w:val="top"/>
            </w:pPr>
            <w:r>
              <w:rPr>
                <w:b/>
                <w:bCs/>
                <w:color w:val="000000"/>
              </w:rPr>
              <w:t>TRANSPORT MULTIMODALNY I INTERMODALNY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d7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INNA POMOC W SEKTORZE TRANSPORTU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t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SEKTOR ENERGETYKI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>pomoc na pokrycie kosztów powstałych u wytwórców w związku z przedterminowym rozwiązaniem umów długoterminowych sprzedaży mocy i energii elektrycznej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d8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SEKTOR KINEMATOGRAFII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overflowPunct/>
              <w:autoSpaceDE w:val="0"/>
              <w:autoSpaceDN w:val="0"/>
            </w:pP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color w:val="000000"/>
              </w:rPr>
              <w:t xml:space="preserve">pomoc dotycząca kinematografii i innych przedsięwzięć audio-wizualnych 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d9</w:t>
            </w:r>
          </w:p>
        </w:tc>
      </w:tr>
      <w:tr w:rsidR="00183459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83459" w:rsidRDefault="00183459">
            <w:pPr>
              <w:wordWrap w:val="0"/>
              <w:jc w:val="both"/>
              <w:textAlignment w:val="top"/>
            </w:pPr>
            <w:r>
              <w:rPr>
                <w:b/>
                <w:bCs/>
                <w:color w:val="000000"/>
              </w:rPr>
              <w:t>SEKTOR TELEKOMUNIKACYJNY</w:t>
            </w: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3459" w:rsidRDefault="00183459">
            <w:pPr>
              <w:wordWrap w:val="0"/>
              <w:jc w:val="center"/>
              <w:textAlignment w:val="top"/>
            </w:pPr>
            <w:r>
              <w:rPr>
                <w:b/>
                <w:bCs/>
                <w:color w:val="000000"/>
              </w:rPr>
              <w:t>d10</w:t>
            </w:r>
          </w:p>
        </w:tc>
      </w:tr>
    </w:tbl>
    <w:p w:rsidR="00183459" w:rsidRDefault="00183459">
      <w:pPr>
        <w:overflowPunct/>
        <w:autoSpaceDE w:val="0"/>
        <w:autoSpaceDN w:val="0"/>
      </w:pPr>
    </w:p>
    <w:p w:rsidR="00183459" w:rsidRDefault="00183459">
      <w:pPr>
        <w:jc w:val="both"/>
      </w:pPr>
    </w:p>
    <w:sectPr w:rsidR="00183459" w:rsidSect="00183459">
      <w:headerReference w:type="default" r:id="rId6"/>
      <w:footerReference w:type="default" r:id="rId7"/>
      <w:pgSz w:w="11905" w:h="16838"/>
      <w:pgMar w:top="1079" w:right="1416" w:bottom="1079" w:left="1416" w:header="708" w:footer="708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459" w:rsidRDefault="00183459" w:rsidP="00183459">
      <w:r>
        <w:separator/>
      </w:r>
    </w:p>
  </w:endnote>
  <w:endnote w:type="continuationSeparator" w:id="1">
    <w:p w:rsidR="00183459" w:rsidRDefault="00183459" w:rsidP="00183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59" w:rsidRDefault="00183459">
    <w:pPr>
      <w:tabs>
        <w:tab w:val="center" w:pos="4536"/>
        <w:tab w:val="right" w:pos="9072"/>
      </w:tabs>
      <w:rPr>
        <w:rFonts w:ascii="Arial" w:hAnsi="Arial" w:cs="Arial"/>
        <w:kern w:val="0"/>
        <w:sz w:val="28"/>
        <w:szCs w:val="28"/>
      </w:rPr>
    </w:pPr>
    <w:r>
      <w:rPr>
        <w:rFonts w:ascii="Arial" w:hAnsi="Arial" w:cs="Arial"/>
        <w:kern w:val="0"/>
        <w:sz w:val="28"/>
        <w:szCs w:val="28"/>
      </w:rPr>
      <w:pgNum/>
    </w:r>
  </w:p>
  <w:p w:rsidR="00183459" w:rsidRDefault="00183459">
    <w:pPr>
      <w:tabs>
        <w:tab w:val="center" w:pos="4536"/>
        <w:tab w:val="right" w:pos="9072"/>
      </w:tabs>
      <w:ind w:right="360"/>
      <w:rPr>
        <w:rFonts w:ascii="Arial" w:hAnsi="Arial" w:cs="Arial"/>
        <w:kern w:val="0"/>
        <w:sz w:val="28"/>
        <w:szCs w:val="28"/>
      </w:rPr>
    </w:pPr>
  </w:p>
  <w:p w:rsidR="00183459" w:rsidRDefault="00183459">
    <w:pPr>
      <w:tabs>
        <w:tab w:val="center" w:pos="4536"/>
        <w:tab w:val="right" w:pos="9072"/>
      </w:tabs>
      <w:ind w:right="360"/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459" w:rsidRDefault="00183459" w:rsidP="00183459">
      <w:r>
        <w:separator/>
      </w:r>
    </w:p>
  </w:footnote>
  <w:footnote w:type="continuationSeparator" w:id="1">
    <w:p w:rsidR="00183459" w:rsidRDefault="00183459" w:rsidP="00183459">
      <w:r>
        <w:continuationSeparator/>
      </w:r>
    </w:p>
  </w:footnote>
  <w:footnote w:id="2">
    <w:p w:rsidR="00183459" w:rsidRDefault="00183459">
      <w:pPr>
        <w:jc w:val="both"/>
        <w:rPr>
          <w:rFonts w:cstheme="minorBidi"/>
          <w:kern w:val="0"/>
        </w:rPr>
      </w:pPr>
      <w:r>
        <w:rPr>
          <w:rFonts w:cstheme="minorBidi"/>
          <w:kern w:val="0"/>
          <w:vertAlign w:val="superscript"/>
        </w:rPr>
        <w:footnoteRef/>
      </w:r>
      <w:r>
        <w:rPr>
          <w:kern w:val="0"/>
        </w:rPr>
        <w:t xml:space="preserve"> ) </w:t>
      </w:r>
      <w:r>
        <w:rPr>
          <w:rFonts w:cstheme="minorBidi"/>
          <w:kern w:val="0"/>
        </w:rPr>
        <w:t>Nale</w:t>
      </w:r>
      <w:r>
        <w:rPr>
          <w:kern w:val="0"/>
        </w:rPr>
        <w:t>ż</w:t>
      </w:r>
      <w:r>
        <w:rPr>
          <w:rFonts w:cstheme="minorBidi"/>
          <w:kern w:val="0"/>
        </w:rPr>
        <w:t>y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wpisa</w:t>
      </w:r>
      <w:r>
        <w:rPr>
          <w:kern w:val="0"/>
        </w:rPr>
        <w:t xml:space="preserve">ć </w:t>
      </w:r>
      <w:r>
        <w:rPr>
          <w:rFonts w:cstheme="minorBidi"/>
          <w:kern w:val="0"/>
        </w:rPr>
        <w:t>siedmiocyfrowe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oznaczenie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nadane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w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sposób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okre</w:t>
      </w:r>
      <w:r>
        <w:rPr>
          <w:kern w:val="0"/>
        </w:rPr>
        <w:t>ś</w:t>
      </w:r>
      <w:r>
        <w:rPr>
          <w:rFonts w:cstheme="minorBidi"/>
          <w:kern w:val="0"/>
        </w:rPr>
        <w:t>lony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w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rozporz</w:t>
      </w:r>
      <w:r>
        <w:rPr>
          <w:kern w:val="0"/>
        </w:rPr>
        <w:t>ą</w:t>
      </w:r>
      <w:r>
        <w:rPr>
          <w:rFonts w:cstheme="minorBidi"/>
          <w:kern w:val="0"/>
        </w:rPr>
        <w:t>dzeniu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Rady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Ministrów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z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dnia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15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grudnia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1998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r</w:t>
      </w:r>
      <w:r>
        <w:rPr>
          <w:kern w:val="0"/>
        </w:rPr>
        <w:t xml:space="preserve">. </w:t>
      </w:r>
      <w:r>
        <w:rPr>
          <w:rFonts w:cstheme="minorBidi"/>
          <w:kern w:val="0"/>
        </w:rPr>
        <w:t>w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sprawie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szczegó</w:t>
      </w:r>
      <w:r>
        <w:rPr>
          <w:kern w:val="0"/>
        </w:rPr>
        <w:t>ł</w:t>
      </w:r>
      <w:r>
        <w:rPr>
          <w:rFonts w:cstheme="minorBidi"/>
          <w:kern w:val="0"/>
        </w:rPr>
        <w:t>owych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zasad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prowadzenia</w:t>
      </w:r>
      <w:r>
        <w:rPr>
          <w:kern w:val="0"/>
        </w:rPr>
        <w:t xml:space="preserve">, </w:t>
      </w:r>
      <w:r>
        <w:rPr>
          <w:rFonts w:cstheme="minorBidi"/>
          <w:kern w:val="0"/>
        </w:rPr>
        <w:t>stosowania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i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udost</w:t>
      </w:r>
      <w:r>
        <w:rPr>
          <w:kern w:val="0"/>
        </w:rPr>
        <w:t>ę</w:t>
      </w:r>
      <w:r>
        <w:rPr>
          <w:rFonts w:cstheme="minorBidi"/>
          <w:kern w:val="0"/>
        </w:rPr>
        <w:t>pniania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krajowego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rejestru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urz</w:t>
      </w:r>
      <w:r>
        <w:rPr>
          <w:kern w:val="0"/>
        </w:rPr>
        <w:t>ę</w:t>
      </w:r>
      <w:r>
        <w:rPr>
          <w:rFonts w:cstheme="minorBidi"/>
          <w:kern w:val="0"/>
        </w:rPr>
        <w:t>dowego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podzia</w:t>
      </w:r>
      <w:r>
        <w:rPr>
          <w:kern w:val="0"/>
        </w:rPr>
        <w:t>ł</w:t>
      </w:r>
      <w:r>
        <w:rPr>
          <w:rFonts w:cstheme="minorBidi"/>
          <w:kern w:val="0"/>
        </w:rPr>
        <w:t>u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terytorialnego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kraju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oraz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zwi</w:t>
      </w:r>
      <w:r>
        <w:rPr>
          <w:kern w:val="0"/>
        </w:rPr>
        <w:t>ą</w:t>
      </w:r>
      <w:r>
        <w:rPr>
          <w:rFonts w:cstheme="minorBidi"/>
          <w:kern w:val="0"/>
        </w:rPr>
        <w:t>zanych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z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tym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obowi</w:t>
      </w:r>
      <w:r>
        <w:rPr>
          <w:kern w:val="0"/>
        </w:rPr>
        <w:t>ą</w:t>
      </w:r>
      <w:r>
        <w:rPr>
          <w:rFonts w:cstheme="minorBidi"/>
          <w:kern w:val="0"/>
        </w:rPr>
        <w:t>zków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organów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administracji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rz</w:t>
      </w:r>
      <w:r>
        <w:rPr>
          <w:kern w:val="0"/>
        </w:rPr>
        <w:t>ą</w:t>
      </w:r>
      <w:r>
        <w:rPr>
          <w:rFonts w:cstheme="minorBidi"/>
          <w:kern w:val="0"/>
        </w:rPr>
        <w:t>dowej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i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jednostek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samorz</w:t>
      </w:r>
      <w:r>
        <w:rPr>
          <w:kern w:val="0"/>
        </w:rPr>
        <w:t>ą</w:t>
      </w:r>
      <w:r>
        <w:rPr>
          <w:rFonts w:cstheme="minorBidi"/>
          <w:kern w:val="0"/>
        </w:rPr>
        <w:t>du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terytorialnego</w:t>
      </w:r>
      <w:r>
        <w:rPr>
          <w:kern w:val="0"/>
        </w:rPr>
        <w:t xml:space="preserve"> (</w:t>
      </w:r>
      <w:r>
        <w:rPr>
          <w:rFonts w:cstheme="minorBidi"/>
          <w:kern w:val="0"/>
        </w:rPr>
        <w:t>Dz</w:t>
      </w:r>
      <w:r>
        <w:rPr>
          <w:kern w:val="0"/>
        </w:rPr>
        <w:t xml:space="preserve">. </w:t>
      </w:r>
      <w:r>
        <w:rPr>
          <w:rFonts w:cstheme="minorBidi"/>
          <w:kern w:val="0"/>
        </w:rPr>
        <w:t>U</w:t>
      </w:r>
      <w:r>
        <w:rPr>
          <w:kern w:val="0"/>
        </w:rPr>
        <w:t xml:space="preserve">. </w:t>
      </w:r>
      <w:r>
        <w:rPr>
          <w:rFonts w:cstheme="minorBidi"/>
          <w:kern w:val="0"/>
        </w:rPr>
        <w:t>Nr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157</w:t>
      </w:r>
      <w:r>
        <w:rPr>
          <w:kern w:val="0"/>
        </w:rPr>
        <w:t xml:space="preserve">, </w:t>
      </w:r>
      <w:r>
        <w:rPr>
          <w:rFonts w:cstheme="minorBidi"/>
          <w:kern w:val="0"/>
        </w:rPr>
        <w:t>poz</w:t>
      </w:r>
      <w:r>
        <w:rPr>
          <w:kern w:val="0"/>
        </w:rPr>
        <w:t xml:space="preserve">. </w:t>
      </w:r>
      <w:r>
        <w:rPr>
          <w:rFonts w:cstheme="minorBidi"/>
          <w:kern w:val="0"/>
        </w:rPr>
        <w:t>1031</w:t>
      </w:r>
      <w:r>
        <w:rPr>
          <w:kern w:val="0"/>
        </w:rPr>
        <w:t xml:space="preserve">, </w:t>
      </w:r>
      <w:r>
        <w:rPr>
          <w:rFonts w:cstheme="minorBidi"/>
          <w:kern w:val="0"/>
        </w:rPr>
        <w:t>z</w:t>
      </w:r>
      <w:r>
        <w:rPr>
          <w:kern w:val="0"/>
        </w:rPr>
        <w:t xml:space="preserve"> </w:t>
      </w:r>
      <w:r>
        <w:rPr>
          <w:rFonts w:cstheme="minorBidi"/>
          <w:kern w:val="0"/>
        </w:rPr>
        <w:t>pó</w:t>
      </w:r>
      <w:r>
        <w:rPr>
          <w:kern w:val="0"/>
        </w:rPr>
        <w:t>ź</w:t>
      </w:r>
      <w:r>
        <w:rPr>
          <w:rFonts w:cstheme="minorBidi"/>
          <w:kern w:val="0"/>
        </w:rPr>
        <w:t>n</w:t>
      </w:r>
      <w:r>
        <w:rPr>
          <w:kern w:val="0"/>
        </w:rPr>
        <w:t xml:space="preserve">. </w:t>
      </w:r>
      <w:r>
        <w:rPr>
          <w:rFonts w:cstheme="minorBidi"/>
          <w:kern w:val="0"/>
        </w:rPr>
        <w:t>zm</w:t>
      </w:r>
      <w:r>
        <w:rPr>
          <w:kern w:val="0"/>
        </w:rPr>
        <w:t>.).</w:t>
      </w:r>
    </w:p>
  </w:footnote>
  <w:footnote w:id="3">
    <w:p w:rsidR="00183459" w:rsidRDefault="00183459">
      <w:pPr>
        <w:jc w:val="both"/>
        <w:rPr>
          <w:rFonts w:cstheme="minorBidi"/>
          <w:kern w:val="0"/>
        </w:rPr>
      </w:pPr>
      <w:r>
        <w:rPr>
          <w:rFonts w:cstheme="minorBidi"/>
          <w:kern w:val="0"/>
          <w:vertAlign w:val="superscript"/>
        </w:rPr>
        <w:footnoteRef/>
      </w:r>
      <w:r>
        <w:rPr>
          <w:kern w:val="0"/>
        </w:rPr>
        <w:t xml:space="preserve"> ) </w:t>
      </w:r>
      <w:r>
        <w:rPr>
          <w:kern w:val="0"/>
          <w:sz w:val="20"/>
          <w:szCs w:val="20"/>
        </w:rPr>
        <w:t>Należy wypełnić zgodnie z instrukcją stanowiącą załącznik do „Formularza informacji przedstawianych przy ubieganiu się o pomoc de minimis”.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59" w:rsidRDefault="00183459">
    <w:pPr>
      <w:tabs>
        <w:tab w:val="center" w:pos="4536"/>
        <w:tab w:val="right" w:pos="9072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183459"/>
    <w:rsid w:val="0018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djustRightInd w:val="0"/>
    </w:pPr>
    <w:rPr>
      <w:rFonts w:ascii="Times New Roman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